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Default="006A2B49" w:rsidP="006A2B49">
      <w:pPr>
        <w:spacing w:line="480" w:lineRule="auto"/>
        <w:jc w:val="center"/>
        <w:rPr>
          <w:rFonts w:ascii="Arial" w:hAnsi="Arial" w:cs="Arial"/>
          <w:sz w:val="28"/>
        </w:rPr>
      </w:pPr>
    </w:p>
    <w:p w:rsidR="006A2B49" w:rsidRPr="000771F4" w:rsidRDefault="00AA6ED9" w:rsidP="000771F4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0771F4">
        <w:rPr>
          <w:rFonts w:asciiTheme="minorHAnsi" w:hAnsiTheme="minorHAnsi" w:cs="Arial"/>
          <w:b/>
          <w:sz w:val="28"/>
          <w:szCs w:val="28"/>
        </w:rPr>
        <w:t>ANTEMASURATOARE</w:t>
      </w:r>
    </w:p>
    <w:p w:rsidR="000771F4" w:rsidRDefault="00AA6ED9" w:rsidP="000771F4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0771F4">
        <w:rPr>
          <w:rFonts w:asciiTheme="minorHAnsi" w:hAnsiTheme="minorHAnsi" w:cs="Arial"/>
          <w:b/>
          <w:sz w:val="28"/>
          <w:szCs w:val="28"/>
        </w:rPr>
        <w:t>SOLUTIA 1</w:t>
      </w:r>
    </w:p>
    <w:p w:rsidR="00AA6ED9" w:rsidRPr="000771F4" w:rsidRDefault="000771F4" w:rsidP="000771F4">
      <w:pPr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- </w:t>
      </w:r>
      <w:r w:rsidR="00AA6ED9" w:rsidRPr="000771F4">
        <w:rPr>
          <w:rFonts w:asciiTheme="minorHAnsi" w:hAnsiTheme="minorHAnsi" w:cs="Arial"/>
          <w:b/>
          <w:sz w:val="28"/>
          <w:szCs w:val="28"/>
        </w:rPr>
        <w:t>RECOMANDATA -</w:t>
      </w: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6A2B49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A2B49" w:rsidRPr="000771F4" w:rsidRDefault="006A2B49" w:rsidP="00AA6ED9">
      <w:pPr>
        <w:rPr>
          <w:rFonts w:asciiTheme="minorHAnsi" w:hAnsiTheme="minorHAnsi" w:cs="Arial"/>
          <w:b/>
          <w:sz w:val="28"/>
          <w:szCs w:val="28"/>
        </w:rPr>
      </w:pPr>
    </w:p>
    <w:p w:rsidR="006E7897" w:rsidRPr="000771F4" w:rsidRDefault="006E7897" w:rsidP="00AA6ED9">
      <w:pPr>
        <w:rPr>
          <w:rFonts w:asciiTheme="minorHAnsi" w:hAnsiTheme="minorHAnsi" w:cs="Arial"/>
          <w:b/>
          <w:sz w:val="28"/>
          <w:szCs w:val="28"/>
        </w:rPr>
      </w:pPr>
    </w:p>
    <w:p w:rsidR="006E7897" w:rsidRPr="000771F4" w:rsidRDefault="006E7897" w:rsidP="00AA6ED9">
      <w:pPr>
        <w:rPr>
          <w:rFonts w:asciiTheme="minorHAnsi" w:hAnsiTheme="minorHAnsi" w:cs="Arial"/>
          <w:b/>
          <w:sz w:val="28"/>
          <w:szCs w:val="28"/>
        </w:rPr>
      </w:pPr>
    </w:p>
    <w:p w:rsidR="006E7897" w:rsidRPr="000771F4" w:rsidRDefault="006E7897" w:rsidP="00AA6ED9">
      <w:pPr>
        <w:rPr>
          <w:rFonts w:asciiTheme="minorHAnsi" w:hAnsiTheme="minorHAnsi" w:cs="Arial"/>
          <w:b/>
          <w:sz w:val="28"/>
          <w:szCs w:val="28"/>
        </w:rPr>
      </w:pPr>
    </w:p>
    <w:p w:rsidR="006E7897" w:rsidRPr="000771F4" w:rsidRDefault="006E7897" w:rsidP="00AA6ED9">
      <w:pPr>
        <w:rPr>
          <w:rFonts w:asciiTheme="minorHAnsi" w:hAnsiTheme="minorHAnsi" w:cs="Arial"/>
          <w:b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spacing w:line="480" w:lineRule="auto"/>
        <w:jc w:val="center"/>
        <w:rPr>
          <w:rFonts w:asciiTheme="minorHAnsi" w:hAnsiTheme="minorHAnsi" w:cs="Arial"/>
          <w:sz w:val="28"/>
          <w:szCs w:val="28"/>
        </w:rPr>
      </w:pPr>
    </w:p>
    <w:p w:rsidR="006E7897" w:rsidRPr="000771F4" w:rsidRDefault="006E7897" w:rsidP="006E7897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0771F4">
        <w:rPr>
          <w:rFonts w:asciiTheme="minorHAnsi" w:hAnsiTheme="minorHAnsi" w:cs="Arial"/>
          <w:b/>
          <w:sz w:val="28"/>
          <w:szCs w:val="28"/>
        </w:rPr>
        <w:t>ANTEMASURATOARE</w:t>
      </w:r>
    </w:p>
    <w:p w:rsidR="006E7897" w:rsidRPr="000771F4" w:rsidRDefault="006E7897" w:rsidP="006E7897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0771F4">
        <w:rPr>
          <w:rFonts w:asciiTheme="minorHAnsi" w:hAnsiTheme="minorHAnsi" w:cs="Arial"/>
          <w:b/>
          <w:sz w:val="28"/>
          <w:szCs w:val="28"/>
        </w:rPr>
        <w:t>SOLUTIA 2</w:t>
      </w:r>
    </w:p>
    <w:p w:rsidR="006E7897" w:rsidRDefault="006E7897" w:rsidP="006E7897">
      <w:pPr>
        <w:spacing w:line="480" w:lineRule="auto"/>
        <w:jc w:val="center"/>
        <w:rPr>
          <w:rFonts w:ascii="Arial" w:hAnsi="Arial" w:cs="Arial"/>
          <w:sz w:val="28"/>
        </w:rPr>
      </w:pPr>
    </w:p>
    <w:p w:rsidR="006E7897" w:rsidRDefault="006E7897" w:rsidP="006E7897">
      <w:pPr>
        <w:spacing w:line="480" w:lineRule="auto"/>
        <w:jc w:val="center"/>
        <w:rPr>
          <w:rFonts w:ascii="Arial" w:hAnsi="Arial" w:cs="Arial"/>
          <w:sz w:val="28"/>
        </w:rPr>
      </w:pPr>
    </w:p>
    <w:p w:rsidR="006E7897" w:rsidRDefault="006E7897" w:rsidP="006E7897">
      <w:pPr>
        <w:spacing w:line="480" w:lineRule="auto"/>
        <w:jc w:val="center"/>
        <w:rPr>
          <w:rFonts w:ascii="Arial" w:hAnsi="Arial" w:cs="Arial"/>
          <w:sz w:val="28"/>
        </w:rPr>
      </w:pPr>
    </w:p>
    <w:p w:rsidR="006E7897" w:rsidRDefault="006E7897" w:rsidP="00AA6ED9">
      <w:pPr>
        <w:rPr>
          <w:rFonts w:ascii="Arial" w:hAnsi="Arial" w:cs="Arial"/>
          <w:b/>
          <w:sz w:val="48"/>
        </w:rPr>
      </w:pPr>
    </w:p>
    <w:sectPr w:rsidR="006E7897" w:rsidSect="00A0488A">
      <w:footerReference w:type="even" r:id="rId8"/>
      <w:pgSz w:w="11907" w:h="16840" w:code="9"/>
      <w:pgMar w:top="903" w:right="924" w:bottom="250" w:left="1134" w:header="357" w:footer="221" w:gutter="0"/>
      <w:pgNumType w:start="1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0F2" w:rsidRDefault="009D70F2">
      <w:r>
        <w:separator/>
      </w:r>
    </w:p>
  </w:endnote>
  <w:endnote w:type="continuationSeparator" w:id="1">
    <w:p w:rsidR="009D70F2" w:rsidRDefault="009D7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29" w:rsidRDefault="000606A2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0F2" w:rsidRDefault="009D70F2">
      <w:r>
        <w:separator/>
      </w:r>
    </w:p>
  </w:footnote>
  <w:footnote w:type="continuationSeparator" w:id="1">
    <w:p w:rsidR="009D70F2" w:rsidRDefault="009D70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F0103164"/>
    <w:name w:val="WW8Num4"/>
    <w:lvl w:ilvl="0">
      <w:start w:val="1"/>
      <w:numFmt w:val="bullet"/>
      <w:lvlText w:val="●"/>
      <w:lvlJc w:val="left"/>
      <w:pPr>
        <w:tabs>
          <w:tab w:val="num" w:pos="-454"/>
        </w:tabs>
        <w:ind w:left="-454" w:hanging="567"/>
      </w:pPr>
      <w:rPr>
        <w:rFonts w:ascii="Arial" w:hAnsi="Arial" w:cs="Arial" w:hint="default"/>
        <w:sz w:val="18"/>
        <w:szCs w:val="18"/>
      </w:r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✔"/>
      <w:lvlJc w:val="left"/>
      <w:pPr>
        <w:tabs>
          <w:tab w:val="num" w:pos="-488"/>
        </w:tabs>
        <w:ind w:left="-488" w:hanging="363"/>
      </w:pPr>
      <w:rPr>
        <w:rFonts w:ascii="StarSymbol" w:hAnsi="StarSymbol" w:cs="StarSymbol"/>
        <w:sz w:val="18"/>
        <w:szCs w:val="18"/>
      </w:rPr>
    </w:lvl>
  </w:abstractNum>
  <w:abstractNum w:abstractNumId="2">
    <w:nsid w:val="01612296"/>
    <w:multiLevelType w:val="hybridMultilevel"/>
    <w:tmpl w:val="E8B02404"/>
    <w:lvl w:ilvl="0" w:tplc="9F5AB98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631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7D2329A"/>
    <w:multiLevelType w:val="hybridMultilevel"/>
    <w:tmpl w:val="0108D7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73C78"/>
    <w:multiLevelType w:val="hybridMultilevel"/>
    <w:tmpl w:val="DEFAD62E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D5B1BF3"/>
    <w:multiLevelType w:val="hybridMultilevel"/>
    <w:tmpl w:val="CD2811BC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3B414D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AE06B2"/>
    <w:multiLevelType w:val="singleLevel"/>
    <w:tmpl w:val="44D057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CA1791E"/>
    <w:multiLevelType w:val="singleLevel"/>
    <w:tmpl w:val="8DA43B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1FAF25CB"/>
    <w:multiLevelType w:val="hybridMultilevel"/>
    <w:tmpl w:val="476689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2D50568"/>
    <w:multiLevelType w:val="hybridMultilevel"/>
    <w:tmpl w:val="362248F4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3EF4244"/>
    <w:multiLevelType w:val="hybridMultilevel"/>
    <w:tmpl w:val="C5F01A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5C941F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5FA3014"/>
    <w:multiLevelType w:val="singleLevel"/>
    <w:tmpl w:val="327E719E"/>
    <w:lvl w:ilvl="0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5">
    <w:nsid w:val="27495CEA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2BA93C87"/>
    <w:multiLevelType w:val="hybridMultilevel"/>
    <w:tmpl w:val="963C1B52"/>
    <w:lvl w:ilvl="0" w:tplc="FFFFFFFF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C311315"/>
    <w:multiLevelType w:val="multilevel"/>
    <w:tmpl w:val="C97423B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8">
    <w:nsid w:val="2E84357D"/>
    <w:multiLevelType w:val="singleLevel"/>
    <w:tmpl w:val="6EE4B434"/>
    <w:lvl w:ilvl="0">
      <w:start w:val="1"/>
      <w:numFmt w:val="lowerRoman"/>
      <w:lvlText w:val="(%1)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9">
    <w:nsid w:val="31071C7A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31A675C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4171D1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FF4224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7492DE3"/>
    <w:multiLevelType w:val="hybridMultilevel"/>
    <w:tmpl w:val="1CE4A86A"/>
    <w:lvl w:ilvl="0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>
    <w:nsid w:val="466E37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80D5131"/>
    <w:multiLevelType w:val="singleLevel"/>
    <w:tmpl w:val="0D829876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4B9F692F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4C9405A3"/>
    <w:multiLevelType w:val="singleLevel"/>
    <w:tmpl w:val="B69AA7FE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52CB7DA3"/>
    <w:multiLevelType w:val="hybridMultilevel"/>
    <w:tmpl w:val="2FECD176"/>
    <w:lvl w:ilvl="0" w:tplc="1244FB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5F0C62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94B5B38"/>
    <w:multiLevelType w:val="hybridMultilevel"/>
    <w:tmpl w:val="554E1744"/>
    <w:lvl w:ilvl="0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>
    <w:nsid w:val="5A024953"/>
    <w:multiLevelType w:val="singleLevel"/>
    <w:tmpl w:val="8E944252"/>
    <w:lvl w:ilvl="0">
      <w:start w:val="1"/>
      <w:numFmt w:val="lowerRoman"/>
      <w:lvlText w:val="(%1)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32">
    <w:nsid w:val="5ABF1BFA"/>
    <w:multiLevelType w:val="singleLevel"/>
    <w:tmpl w:val="EE3AD9C2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3">
    <w:nsid w:val="5F8E1A46"/>
    <w:multiLevelType w:val="hybridMultilevel"/>
    <w:tmpl w:val="2A22BE74"/>
    <w:lvl w:ilvl="0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61B0599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37425F1"/>
    <w:multiLevelType w:val="hybridMultilevel"/>
    <w:tmpl w:val="AC62D1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89A2F6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9E66D82"/>
    <w:multiLevelType w:val="hybridMultilevel"/>
    <w:tmpl w:val="22D48D6C"/>
    <w:lvl w:ilvl="0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8">
    <w:nsid w:val="6B056AC2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BFB4DE5"/>
    <w:multiLevelType w:val="hybridMultilevel"/>
    <w:tmpl w:val="3ADED370"/>
    <w:lvl w:ilvl="0" w:tplc="3DF2C79C">
      <w:start w:val="1"/>
      <w:numFmt w:val="upperRoman"/>
      <w:lvlText w:val="%1."/>
      <w:lvlJc w:val="left"/>
      <w:pPr>
        <w:tabs>
          <w:tab w:val="num" w:pos="1437"/>
        </w:tabs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0">
    <w:nsid w:val="702B6293"/>
    <w:multiLevelType w:val="hybridMultilevel"/>
    <w:tmpl w:val="4E48A05E"/>
    <w:lvl w:ilvl="0" w:tplc="C22ED5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4E3FB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3D1648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53C558C"/>
    <w:multiLevelType w:val="hybridMultilevel"/>
    <w:tmpl w:val="3B6AD2E0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5CA2844"/>
    <w:multiLevelType w:val="hybridMultilevel"/>
    <w:tmpl w:val="C19614CC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6340A43"/>
    <w:multiLevelType w:val="hybridMultilevel"/>
    <w:tmpl w:val="BC86E0EA"/>
    <w:lvl w:ilvl="0" w:tplc="FFFFFFFF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6">
    <w:nsid w:val="77B249C2"/>
    <w:multiLevelType w:val="multilevel"/>
    <w:tmpl w:val="F7F88FB0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90"/>
        </w:tabs>
        <w:ind w:left="1890" w:hanging="117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2610"/>
        </w:tabs>
        <w:ind w:left="261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30"/>
        </w:tabs>
        <w:ind w:left="333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50"/>
        </w:tabs>
        <w:ind w:left="405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7">
    <w:nsid w:val="7ABE1361"/>
    <w:multiLevelType w:val="hybridMultilevel"/>
    <w:tmpl w:val="32541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B967193"/>
    <w:multiLevelType w:val="hybridMultilevel"/>
    <w:tmpl w:val="B61013BA"/>
    <w:lvl w:ilvl="0" w:tplc="71728DCA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F6316E"/>
    <w:multiLevelType w:val="singleLevel"/>
    <w:tmpl w:val="44D057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6"/>
  </w:num>
  <w:num w:numId="2">
    <w:abstractNumId w:val="37"/>
  </w:num>
  <w:num w:numId="3">
    <w:abstractNumId w:val="23"/>
  </w:num>
  <w:num w:numId="4">
    <w:abstractNumId w:val="6"/>
  </w:num>
  <w:num w:numId="5">
    <w:abstractNumId w:val="44"/>
  </w:num>
  <w:num w:numId="6">
    <w:abstractNumId w:val="27"/>
  </w:num>
  <w:num w:numId="7">
    <w:abstractNumId w:val="14"/>
  </w:num>
  <w:num w:numId="8">
    <w:abstractNumId w:val="11"/>
  </w:num>
  <w:num w:numId="9">
    <w:abstractNumId w:val="33"/>
  </w:num>
  <w:num w:numId="10">
    <w:abstractNumId w:val="45"/>
  </w:num>
  <w:num w:numId="11">
    <w:abstractNumId w:val="5"/>
  </w:num>
  <w:num w:numId="12">
    <w:abstractNumId w:val="30"/>
  </w:num>
  <w:num w:numId="13">
    <w:abstractNumId w:val="38"/>
  </w:num>
  <w:num w:numId="14">
    <w:abstractNumId w:val="29"/>
  </w:num>
  <w:num w:numId="15">
    <w:abstractNumId w:val="24"/>
  </w:num>
  <w:num w:numId="16">
    <w:abstractNumId w:val="34"/>
  </w:num>
  <w:num w:numId="17">
    <w:abstractNumId w:val="19"/>
  </w:num>
  <w:num w:numId="18">
    <w:abstractNumId w:val="15"/>
  </w:num>
  <w:num w:numId="19">
    <w:abstractNumId w:val="26"/>
  </w:num>
  <w:num w:numId="20">
    <w:abstractNumId w:val="3"/>
  </w:num>
  <w:num w:numId="21">
    <w:abstractNumId w:val="8"/>
  </w:num>
  <w:num w:numId="22">
    <w:abstractNumId w:val="9"/>
  </w:num>
  <w:num w:numId="23">
    <w:abstractNumId w:val="18"/>
  </w:num>
  <w:num w:numId="24">
    <w:abstractNumId w:val="31"/>
  </w:num>
  <w:num w:numId="25">
    <w:abstractNumId w:val="20"/>
  </w:num>
  <w:num w:numId="26">
    <w:abstractNumId w:val="36"/>
  </w:num>
  <w:num w:numId="27">
    <w:abstractNumId w:val="7"/>
  </w:num>
  <w:num w:numId="28">
    <w:abstractNumId w:val="21"/>
  </w:num>
  <w:num w:numId="29">
    <w:abstractNumId w:val="13"/>
  </w:num>
  <w:num w:numId="30">
    <w:abstractNumId w:val="42"/>
  </w:num>
  <w:num w:numId="31">
    <w:abstractNumId w:val="41"/>
  </w:num>
  <w:num w:numId="32">
    <w:abstractNumId w:val="17"/>
  </w:num>
  <w:num w:numId="33">
    <w:abstractNumId w:val="22"/>
  </w:num>
  <w:num w:numId="34">
    <w:abstractNumId w:val="49"/>
  </w:num>
  <w:num w:numId="35">
    <w:abstractNumId w:val="32"/>
  </w:num>
  <w:num w:numId="36">
    <w:abstractNumId w:val="25"/>
  </w:num>
  <w:num w:numId="37">
    <w:abstractNumId w:val="16"/>
  </w:num>
  <w:num w:numId="38">
    <w:abstractNumId w:val="43"/>
  </w:num>
  <w:num w:numId="39">
    <w:abstractNumId w:val="47"/>
  </w:num>
  <w:num w:numId="40">
    <w:abstractNumId w:val="35"/>
  </w:num>
  <w:num w:numId="41">
    <w:abstractNumId w:val="10"/>
  </w:num>
  <w:num w:numId="42">
    <w:abstractNumId w:val="39"/>
  </w:num>
  <w:num w:numId="43">
    <w:abstractNumId w:val="48"/>
  </w:num>
  <w:num w:numId="44">
    <w:abstractNumId w:val="12"/>
  </w:num>
  <w:num w:numId="45">
    <w:abstractNumId w:val="4"/>
  </w:num>
  <w:num w:numId="46">
    <w:abstractNumId w:val="28"/>
  </w:num>
  <w:num w:numId="47">
    <w:abstractNumId w:val="40"/>
  </w:num>
  <w:num w:numId="48">
    <w:abstractNumId w:val="2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noPunctuationKerning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085DAD"/>
    <w:rsid w:val="000012B6"/>
    <w:rsid w:val="00002824"/>
    <w:rsid w:val="00007988"/>
    <w:rsid w:val="00017D90"/>
    <w:rsid w:val="00020EEC"/>
    <w:rsid w:val="00022BBC"/>
    <w:rsid w:val="000239D1"/>
    <w:rsid w:val="00025EF8"/>
    <w:rsid w:val="000311FA"/>
    <w:rsid w:val="00040590"/>
    <w:rsid w:val="000415E3"/>
    <w:rsid w:val="00043DBA"/>
    <w:rsid w:val="0004497E"/>
    <w:rsid w:val="00045BB9"/>
    <w:rsid w:val="00052231"/>
    <w:rsid w:val="0005352F"/>
    <w:rsid w:val="00054B71"/>
    <w:rsid w:val="00055181"/>
    <w:rsid w:val="000606A2"/>
    <w:rsid w:val="00063AE6"/>
    <w:rsid w:val="00070177"/>
    <w:rsid w:val="00072E0E"/>
    <w:rsid w:val="00073DB2"/>
    <w:rsid w:val="000771F4"/>
    <w:rsid w:val="00085DAD"/>
    <w:rsid w:val="0009062A"/>
    <w:rsid w:val="00092414"/>
    <w:rsid w:val="00095F54"/>
    <w:rsid w:val="000A4A9A"/>
    <w:rsid w:val="000A4D89"/>
    <w:rsid w:val="000B298E"/>
    <w:rsid w:val="000B4B3A"/>
    <w:rsid w:val="000B4F5B"/>
    <w:rsid w:val="000B7579"/>
    <w:rsid w:val="000B79C1"/>
    <w:rsid w:val="000C096B"/>
    <w:rsid w:val="000D1CC5"/>
    <w:rsid w:val="000D2CF3"/>
    <w:rsid w:val="000D7B2A"/>
    <w:rsid w:val="000E4566"/>
    <w:rsid w:val="000F5359"/>
    <w:rsid w:val="000F5C7C"/>
    <w:rsid w:val="000F5DAE"/>
    <w:rsid w:val="000F6C9F"/>
    <w:rsid w:val="000F7536"/>
    <w:rsid w:val="00106155"/>
    <w:rsid w:val="001145FE"/>
    <w:rsid w:val="001229F6"/>
    <w:rsid w:val="00123EA9"/>
    <w:rsid w:val="00124959"/>
    <w:rsid w:val="0012688D"/>
    <w:rsid w:val="0013518E"/>
    <w:rsid w:val="00143634"/>
    <w:rsid w:val="00145015"/>
    <w:rsid w:val="001474E6"/>
    <w:rsid w:val="001506AD"/>
    <w:rsid w:val="0015087B"/>
    <w:rsid w:val="00151019"/>
    <w:rsid w:val="00152879"/>
    <w:rsid w:val="001558C6"/>
    <w:rsid w:val="0016007F"/>
    <w:rsid w:val="001642C8"/>
    <w:rsid w:val="00172692"/>
    <w:rsid w:val="00182A15"/>
    <w:rsid w:val="00182A2A"/>
    <w:rsid w:val="00184BDA"/>
    <w:rsid w:val="00185302"/>
    <w:rsid w:val="00192AE2"/>
    <w:rsid w:val="00195631"/>
    <w:rsid w:val="001A21B9"/>
    <w:rsid w:val="001A6782"/>
    <w:rsid w:val="001B191B"/>
    <w:rsid w:val="001B297B"/>
    <w:rsid w:val="001B2F7C"/>
    <w:rsid w:val="001B50C3"/>
    <w:rsid w:val="001C136E"/>
    <w:rsid w:val="001C2C40"/>
    <w:rsid w:val="001C6589"/>
    <w:rsid w:val="001D01B9"/>
    <w:rsid w:val="001D106F"/>
    <w:rsid w:val="001F3644"/>
    <w:rsid w:val="001F574F"/>
    <w:rsid w:val="001F6199"/>
    <w:rsid w:val="002054D7"/>
    <w:rsid w:val="0021030B"/>
    <w:rsid w:val="00216593"/>
    <w:rsid w:val="0021761E"/>
    <w:rsid w:val="0022207E"/>
    <w:rsid w:val="00227069"/>
    <w:rsid w:val="00227AE7"/>
    <w:rsid w:val="0023732E"/>
    <w:rsid w:val="00245646"/>
    <w:rsid w:val="00251E99"/>
    <w:rsid w:val="00253148"/>
    <w:rsid w:val="002615B7"/>
    <w:rsid w:val="002643DF"/>
    <w:rsid w:val="00267135"/>
    <w:rsid w:val="00270DCE"/>
    <w:rsid w:val="00272E1F"/>
    <w:rsid w:val="00275EF9"/>
    <w:rsid w:val="002823D5"/>
    <w:rsid w:val="00293186"/>
    <w:rsid w:val="002A07A9"/>
    <w:rsid w:val="002A57F4"/>
    <w:rsid w:val="002A6B78"/>
    <w:rsid w:val="002A714C"/>
    <w:rsid w:val="002B52BC"/>
    <w:rsid w:val="002C1F3D"/>
    <w:rsid w:val="002C70D5"/>
    <w:rsid w:val="002D5BB5"/>
    <w:rsid w:val="002E28AE"/>
    <w:rsid w:val="002F1854"/>
    <w:rsid w:val="002F1958"/>
    <w:rsid w:val="002F21EC"/>
    <w:rsid w:val="002F315E"/>
    <w:rsid w:val="002F3641"/>
    <w:rsid w:val="002F3710"/>
    <w:rsid w:val="002F76A9"/>
    <w:rsid w:val="00321E86"/>
    <w:rsid w:val="00324B4E"/>
    <w:rsid w:val="00325954"/>
    <w:rsid w:val="00326347"/>
    <w:rsid w:val="0033076E"/>
    <w:rsid w:val="0034065B"/>
    <w:rsid w:val="0034384E"/>
    <w:rsid w:val="00343CA3"/>
    <w:rsid w:val="003576EE"/>
    <w:rsid w:val="003609E6"/>
    <w:rsid w:val="00360C59"/>
    <w:rsid w:val="003637E3"/>
    <w:rsid w:val="0036686C"/>
    <w:rsid w:val="003705AE"/>
    <w:rsid w:val="00371FF9"/>
    <w:rsid w:val="00373465"/>
    <w:rsid w:val="00381070"/>
    <w:rsid w:val="00382957"/>
    <w:rsid w:val="00384E4B"/>
    <w:rsid w:val="003857BA"/>
    <w:rsid w:val="00385C39"/>
    <w:rsid w:val="00387764"/>
    <w:rsid w:val="003A29A5"/>
    <w:rsid w:val="003A2E19"/>
    <w:rsid w:val="003A36BC"/>
    <w:rsid w:val="003A414D"/>
    <w:rsid w:val="003A6303"/>
    <w:rsid w:val="003B0849"/>
    <w:rsid w:val="003B2E4C"/>
    <w:rsid w:val="003B3EAE"/>
    <w:rsid w:val="003B4418"/>
    <w:rsid w:val="003B474E"/>
    <w:rsid w:val="003B7901"/>
    <w:rsid w:val="003C00D1"/>
    <w:rsid w:val="003C09D6"/>
    <w:rsid w:val="003C10CE"/>
    <w:rsid w:val="003C3D9B"/>
    <w:rsid w:val="003C6D3F"/>
    <w:rsid w:val="003D39DF"/>
    <w:rsid w:val="003D3A3B"/>
    <w:rsid w:val="003D7598"/>
    <w:rsid w:val="003E1497"/>
    <w:rsid w:val="003E6137"/>
    <w:rsid w:val="003E6B7A"/>
    <w:rsid w:val="003F3AFF"/>
    <w:rsid w:val="003F3B6C"/>
    <w:rsid w:val="003F6EAB"/>
    <w:rsid w:val="003F7E1B"/>
    <w:rsid w:val="00410D64"/>
    <w:rsid w:val="004128D5"/>
    <w:rsid w:val="00413A53"/>
    <w:rsid w:val="00415116"/>
    <w:rsid w:val="00425168"/>
    <w:rsid w:val="00426245"/>
    <w:rsid w:val="00430E96"/>
    <w:rsid w:val="004323F3"/>
    <w:rsid w:val="00433FB8"/>
    <w:rsid w:val="0043463F"/>
    <w:rsid w:val="00440171"/>
    <w:rsid w:val="004417A2"/>
    <w:rsid w:val="00441C5E"/>
    <w:rsid w:val="004427E7"/>
    <w:rsid w:val="00444799"/>
    <w:rsid w:val="004508E7"/>
    <w:rsid w:val="00451B70"/>
    <w:rsid w:val="00452AA8"/>
    <w:rsid w:val="00453824"/>
    <w:rsid w:val="004545ED"/>
    <w:rsid w:val="00454882"/>
    <w:rsid w:val="004563B2"/>
    <w:rsid w:val="0046074F"/>
    <w:rsid w:val="004607DE"/>
    <w:rsid w:val="00462895"/>
    <w:rsid w:val="00463625"/>
    <w:rsid w:val="0046420B"/>
    <w:rsid w:val="004667D0"/>
    <w:rsid w:val="00491E30"/>
    <w:rsid w:val="004923E8"/>
    <w:rsid w:val="004A3784"/>
    <w:rsid w:val="004A4CF8"/>
    <w:rsid w:val="004A57B2"/>
    <w:rsid w:val="004B57FE"/>
    <w:rsid w:val="004C5930"/>
    <w:rsid w:val="004C76AF"/>
    <w:rsid w:val="004D0B9C"/>
    <w:rsid w:val="004D4FAF"/>
    <w:rsid w:val="004D5ACE"/>
    <w:rsid w:val="004D644D"/>
    <w:rsid w:val="004D6B90"/>
    <w:rsid w:val="004E0A0E"/>
    <w:rsid w:val="004E4193"/>
    <w:rsid w:val="004E5ADE"/>
    <w:rsid w:val="004F33A5"/>
    <w:rsid w:val="004F4407"/>
    <w:rsid w:val="004F7A60"/>
    <w:rsid w:val="005006A1"/>
    <w:rsid w:val="00501553"/>
    <w:rsid w:val="00503D2A"/>
    <w:rsid w:val="00506425"/>
    <w:rsid w:val="00506982"/>
    <w:rsid w:val="0051299D"/>
    <w:rsid w:val="00515A09"/>
    <w:rsid w:val="00517BCE"/>
    <w:rsid w:val="005229AF"/>
    <w:rsid w:val="00524046"/>
    <w:rsid w:val="00524A09"/>
    <w:rsid w:val="00525CCF"/>
    <w:rsid w:val="005319D6"/>
    <w:rsid w:val="00532D55"/>
    <w:rsid w:val="00533246"/>
    <w:rsid w:val="00535E68"/>
    <w:rsid w:val="00543176"/>
    <w:rsid w:val="005461B2"/>
    <w:rsid w:val="005466E5"/>
    <w:rsid w:val="0056022E"/>
    <w:rsid w:val="005627A1"/>
    <w:rsid w:val="00567E56"/>
    <w:rsid w:val="0057091D"/>
    <w:rsid w:val="00572243"/>
    <w:rsid w:val="0057242E"/>
    <w:rsid w:val="00584D09"/>
    <w:rsid w:val="00585981"/>
    <w:rsid w:val="005869AB"/>
    <w:rsid w:val="00596160"/>
    <w:rsid w:val="005A220B"/>
    <w:rsid w:val="005B62B9"/>
    <w:rsid w:val="005B7713"/>
    <w:rsid w:val="005C0856"/>
    <w:rsid w:val="005C52AA"/>
    <w:rsid w:val="005C5EDB"/>
    <w:rsid w:val="005D0D0B"/>
    <w:rsid w:val="005D2769"/>
    <w:rsid w:val="005D5FCA"/>
    <w:rsid w:val="005E193C"/>
    <w:rsid w:val="005E278A"/>
    <w:rsid w:val="005E413E"/>
    <w:rsid w:val="005E6640"/>
    <w:rsid w:val="005E6794"/>
    <w:rsid w:val="005E67AE"/>
    <w:rsid w:val="005F2508"/>
    <w:rsid w:val="005F7117"/>
    <w:rsid w:val="00601CFA"/>
    <w:rsid w:val="00610AE6"/>
    <w:rsid w:val="0061211F"/>
    <w:rsid w:val="006178E7"/>
    <w:rsid w:val="00621F84"/>
    <w:rsid w:val="006244A5"/>
    <w:rsid w:val="00625E53"/>
    <w:rsid w:val="00627B71"/>
    <w:rsid w:val="0063234E"/>
    <w:rsid w:val="00637923"/>
    <w:rsid w:val="006414AF"/>
    <w:rsid w:val="006414E3"/>
    <w:rsid w:val="00644534"/>
    <w:rsid w:val="006459C0"/>
    <w:rsid w:val="00654E57"/>
    <w:rsid w:val="00656526"/>
    <w:rsid w:val="0066075A"/>
    <w:rsid w:val="00660768"/>
    <w:rsid w:val="00660B5D"/>
    <w:rsid w:val="00660F08"/>
    <w:rsid w:val="0066256E"/>
    <w:rsid w:val="00662C21"/>
    <w:rsid w:val="0066325E"/>
    <w:rsid w:val="006639A0"/>
    <w:rsid w:val="00674EF2"/>
    <w:rsid w:val="006A0D4A"/>
    <w:rsid w:val="006A2B49"/>
    <w:rsid w:val="006A4E45"/>
    <w:rsid w:val="006A593C"/>
    <w:rsid w:val="006A7844"/>
    <w:rsid w:val="006B25D7"/>
    <w:rsid w:val="006B6C3F"/>
    <w:rsid w:val="006C3061"/>
    <w:rsid w:val="006C3DAF"/>
    <w:rsid w:val="006D10B1"/>
    <w:rsid w:val="006D199D"/>
    <w:rsid w:val="006D5DBB"/>
    <w:rsid w:val="006E1A6D"/>
    <w:rsid w:val="006E4BBB"/>
    <w:rsid w:val="006E4E6A"/>
    <w:rsid w:val="006E7897"/>
    <w:rsid w:val="006F533A"/>
    <w:rsid w:val="006F61A9"/>
    <w:rsid w:val="00700785"/>
    <w:rsid w:val="00703226"/>
    <w:rsid w:val="00705788"/>
    <w:rsid w:val="00705EDA"/>
    <w:rsid w:val="00706A46"/>
    <w:rsid w:val="00716364"/>
    <w:rsid w:val="00737385"/>
    <w:rsid w:val="00751AB8"/>
    <w:rsid w:val="00751D0D"/>
    <w:rsid w:val="00752C7D"/>
    <w:rsid w:val="0075335F"/>
    <w:rsid w:val="00757A4C"/>
    <w:rsid w:val="00763B58"/>
    <w:rsid w:val="00763F4C"/>
    <w:rsid w:val="007706FE"/>
    <w:rsid w:val="00781AB5"/>
    <w:rsid w:val="007867E7"/>
    <w:rsid w:val="0079798F"/>
    <w:rsid w:val="007A0008"/>
    <w:rsid w:val="007A16B6"/>
    <w:rsid w:val="007A4593"/>
    <w:rsid w:val="007A5ADC"/>
    <w:rsid w:val="007B447A"/>
    <w:rsid w:val="007B45CC"/>
    <w:rsid w:val="007C43FA"/>
    <w:rsid w:val="007C4C22"/>
    <w:rsid w:val="007D1083"/>
    <w:rsid w:val="007D680A"/>
    <w:rsid w:val="007D7D13"/>
    <w:rsid w:val="007E6117"/>
    <w:rsid w:val="007E6134"/>
    <w:rsid w:val="007E75E6"/>
    <w:rsid w:val="007F00E9"/>
    <w:rsid w:val="007F3238"/>
    <w:rsid w:val="007F5BAD"/>
    <w:rsid w:val="008033BA"/>
    <w:rsid w:val="008036E5"/>
    <w:rsid w:val="00804EDB"/>
    <w:rsid w:val="00813F3D"/>
    <w:rsid w:val="0082292F"/>
    <w:rsid w:val="00836B0C"/>
    <w:rsid w:val="0083710F"/>
    <w:rsid w:val="00841A4D"/>
    <w:rsid w:val="008443D8"/>
    <w:rsid w:val="00856216"/>
    <w:rsid w:val="008562F8"/>
    <w:rsid w:val="00857031"/>
    <w:rsid w:val="008604F3"/>
    <w:rsid w:val="0086183F"/>
    <w:rsid w:val="0086195C"/>
    <w:rsid w:val="008620B4"/>
    <w:rsid w:val="00862CC0"/>
    <w:rsid w:val="008654B6"/>
    <w:rsid w:val="00867698"/>
    <w:rsid w:val="00877E99"/>
    <w:rsid w:val="008933E2"/>
    <w:rsid w:val="008942DE"/>
    <w:rsid w:val="00897C63"/>
    <w:rsid w:val="008A23C8"/>
    <w:rsid w:val="008A2779"/>
    <w:rsid w:val="008A35A1"/>
    <w:rsid w:val="008B0E4A"/>
    <w:rsid w:val="008B2F95"/>
    <w:rsid w:val="008B415B"/>
    <w:rsid w:val="008B49BA"/>
    <w:rsid w:val="008B5244"/>
    <w:rsid w:val="008C4A7F"/>
    <w:rsid w:val="008C5570"/>
    <w:rsid w:val="008D4551"/>
    <w:rsid w:val="008D621C"/>
    <w:rsid w:val="008D7583"/>
    <w:rsid w:val="008F34A7"/>
    <w:rsid w:val="008F5C90"/>
    <w:rsid w:val="00901DDA"/>
    <w:rsid w:val="00920251"/>
    <w:rsid w:val="00922C7C"/>
    <w:rsid w:val="00922E87"/>
    <w:rsid w:val="00927E54"/>
    <w:rsid w:val="00936E7E"/>
    <w:rsid w:val="00937AD6"/>
    <w:rsid w:val="00941F4E"/>
    <w:rsid w:val="00944D3D"/>
    <w:rsid w:val="00954C79"/>
    <w:rsid w:val="00956754"/>
    <w:rsid w:val="00956F29"/>
    <w:rsid w:val="00960414"/>
    <w:rsid w:val="009625EA"/>
    <w:rsid w:val="00963E95"/>
    <w:rsid w:val="009706FE"/>
    <w:rsid w:val="009811F1"/>
    <w:rsid w:val="00981DB0"/>
    <w:rsid w:val="00982222"/>
    <w:rsid w:val="0098293F"/>
    <w:rsid w:val="00987406"/>
    <w:rsid w:val="00990630"/>
    <w:rsid w:val="00995209"/>
    <w:rsid w:val="009963A7"/>
    <w:rsid w:val="009A224B"/>
    <w:rsid w:val="009A2E68"/>
    <w:rsid w:val="009A2FBE"/>
    <w:rsid w:val="009A4E7B"/>
    <w:rsid w:val="009A51FC"/>
    <w:rsid w:val="009B18B9"/>
    <w:rsid w:val="009B2653"/>
    <w:rsid w:val="009B69A7"/>
    <w:rsid w:val="009C132B"/>
    <w:rsid w:val="009C49D3"/>
    <w:rsid w:val="009D0025"/>
    <w:rsid w:val="009D3152"/>
    <w:rsid w:val="009D4E07"/>
    <w:rsid w:val="009D70F2"/>
    <w:rsid w:val="009E1BB5"/>
    <w:rsid w:val="009E2BAD"/>
    <w:rsid w:val="009E445C"/>
    <w:rsid w:val="009E72F0"/>
    <w:rsid w:val="009F1680"/>
    <w:rsid w:val="009F4297"/>
    <w:rsid w:val="009F735E"/>
    <w:rsid w:val="00A001ED"/>
    <w:rsid w:val="00A0079A"/>
    <w:rsid w:val="00A0488A"/>
    <w:rsid w:val="00A05B0B"/>
    <w:rsid w:val="00A06DB4"/>
    <w:rsid w:val="00A106AE"/>
    <w:rsid w:val="00A15A01"/>
    <w:rsid w:val="00A23886"/>
    <w:rsid w:val="00A335B1"/>
    <w:rsid w:val="00A343DA"/>
    <w:rsid w:val="00A34505"/>
    <w:rsid w:val="00A366C4"/>
    <w:rsid w:val="00A36BF0"/>
    <w:rsid w:val="00A36C3D"/>
    <w:rsid w:val="00A4266A"/>
    <w:rsid w:val="00A47E6C"/>
    <w:rsid w:val="00A638CF"/>
    <w:rsid w:val="00A71AD6"/>
    <w:rsid w:val="00A7711C"/>
    <w:rsid w:val="00A80663"/>
    <w:rsid w:val="00A826A7"/>
    <w:rsid w:val="00A83625"/>
    <w:rsid w:val="00A83C5A"/>
    <w:rsid w:val="00A92CD7"/>
    <w:rsid w:val="00A932E7"/>
    <w:rsid w:val="00A94C4A"/>
    <w:rsid w:val="00A9637A"/>
    <w:rsid w:val="00A97320"/>
    <w:rsid w:val="00AA4E6E"/>
    <w:rsid w:val="00AA6ED9"/>
    <w:rsid w:val="00AA71B3"/>
    <w:rsid w:val="00AA7924"/>
    <w:rsid w:val="00AB3149"/>
    <w:rsid w:val="00AB3952"/>
    <w:rsid w:val="00AB41F1"/>
    <w:rsid w:val="00AB5BDD"/>
    <w:rsid w:val="00AC00F7"/>
    <w:rsid w:val="00AD11D8"/>
    <w:rsid w:val="00AD4D73"/>
    <w:rsid w:val="00AD5343"/>
    <w:rsid w:val="00AD5F78"/>
    <w:rsid w:val="00AD6BDD"/>
    <w:rsid w:val="00AE0651"/>
    <w:rsid w:val="00AE0BB1"/>
    <w:rsid w:val="00AE0E64"/>
    <w:rsid w:val="00AE1340"/>
    <w:rsid w:val="00AE1C24"/>
    <w:rsid w:val="00AE43FA"/>
    <w:rsid w:val="00AE460E"/>
    <w:rsid w:val="00AE47E7"/>
    <w:rsid w:val="00AE742F"/>
    <w:rsid w:val="00AF1003"/>
    <w:rsid w:val="00AF4FF1"/>
    <w:rsid w:val="00B02E7C"/>
    <w:rsid w:val="00B070FA"/>
    <w:rsid w:val="00B1660F"/>
    <w:rsid w:val="00B17C40"/>
    <w:rsid w:val="00B22692"/>
    <w:rsid w:val="00B22C9C"/>
    <w:rsid w:val="00B24DB1"/>
    <w:rsid w:val="00B2555E"/>
    <w:rsid w:val="00B30D66"/>
    <w:rsid w:val="00B31C06"/>
    <w:rsid w:val="00B32562"/>
    <w:rsid w:val="00B372B4"/>
    <w:rsid w:val="00B453DD"/>
    <w:rsid w:val="00B5053F"/>
    <w:rsid w:val="00B53506"/>
    <w:rsid w:val="00B56C3D"/>
    <w:rsid w:val="00B62A83"/>
    <w:rsid w:val="00B80376"/>
    <w:rsid w:val="00B83295"/>
    <w:rsid w:val="00B84191"/>
    <w:rsid w:val="00B92E5A"/>
    <w:rsid w:val="00B944A7"/>
    <w:rsid w:val="00BA1136"/>
    <w:rsid w:val="00BA2056"/>
    <w:rsid w:val="00BB03D7"/>
    <w:rsid w:val="00BB08CC"/>
    <w:rsid w:val="00BB3FEE"/>
    <w:rsid w:val="00BB4C7B"/>
    <w:rsid w:val="00BB7351"/>
    <w:rsid w:val="00BC21E5"/>
    <w:rsid w:val="00BD1559"/>
    <w:rsid w:val="00BE0CBC"/>
    <w:rsid w:val="00BE1ECE"/>
    <w:rsid w:val="00BE6F88"/>
    <w:rsid w:val="00BF1F49"/>
    <w:rsid w:val="00BF5697"/>
    <w:rsid w:val="00BF5834"/>
    <w:rsid w:val="00C026E5"/>
    <w:rsid w:val="00C04505"/>
    <w:rsid w:val="00C04A24"/>
    <w:rsid w:val="00C062B8"/>
    <w:rsid w:val="00C14137"/>
    <w:rsid w:val="00C17393"/>
    <w:rsid w:val="00C266F0"/>
    <w:rsid w:val="00C26D83"/>
    <w:rsid w:val="00C31163"/>
    <w:rsid w:val="00C43DA2"/>
    <w:rsid w:val="00C53D18"/>
    <w:rsid w:val="00C55A29"/>
    <w:rsid w:val="00C71A3A"/>
    <w:rsid w:val="00C77CE4"/>
    <w:rsid w:val="00C85087"/>
    <w:rsid w:val="00C914DC"/>
    <w:rsid w:val="00CA03E2"/>
    <w:rsid w:val="00CA1352"/>
    <w:rsid w:val="00CA5224"/>
    <w:rsid w:val="00CA580F"/>
    <w:rsid w:val="00CB2D84"/>
    <w:rsid w:val="00CC125C"/>
    <w:rsid w:val="00CC4187"/>
    <w:rsid w:val="00CD094A"/>
    <w:rsid w:val="00CD0B2D"/>
    <w:rsid w:val="00CD1503"/>
    <w:rsid w:val="00CD7D33"/>
    <w:rsid w:val="00CE382B"/>
    <w:rsid w:val="00CE7EC3"/>
    <w:rsid w:val="00CF0FBF"/>
    <w:rsid w:val="00D0163C"/>
    <w:rsid w:val="00D03EFF"/>
    <w:rsid w:val="00D1311E"/>
    <w:rsid w:val="00D16519"/>
    <w:rsid w:val="00D17950"/>
    <w:rsid w:val="00D23F68"/>
    <w:rsid w:val="00D32798"/>
    <w:rsid w:val="00D36DA6"/>
    <w:rsid w:val="00D50F2D"/>
    <w:rsid w:val="00D52E16"/>
    <w:rsid w:val="00D559D5"/>
    <w:rsid w:val="00D55C3D"/>
    <w:rsid w:val="00D621B8"/>
    <w:rsid w:val="00D62292"/>
    <w:rsid w:val="00D62F0D"/>
    <w:rsid w:val="00D64583"/>
    <w:rsid w:val="00D64B60"/>
    <w:rsid w:val="00D65837"/>
    <w:rsid w:val="00D70F54"/>
    <w:rsid w:val="00D7201D"/>
    <w:rsid w:val="00D72E0B"/>
    <w:rsid w:val="00D80C78"/>
    <w:rsid w:val="00D81CC5"/>
    <w:rsid w:val="00D83BAC"/>
    <w:rsid w:val="00D96001"/>
    <w:rsid w:val="00DA0329"/>
    <w:rsid w:val="00DA31F5"/>
    <w:rsid w:val="00DA61B9"/>
    <w:rsid w:val="00DB5241"/>
    <w:rsid w:val="00DC27D1"/>
    <w:rsid w:val="00DC2A2A"/>
    <w:rsid w:val="00DC2AEE"/>
    <w:rsid w:val="00DC2CBC"/>
    <w:rsid w:val="00DD541B"/>
    <w:rsid w:val="00DD70C4"/>
    <w:rsid w:val="00DE2F28"/>
    <w:rsid w:val="00DE5042"/>
    <w:rsid w:val="00DF089D"/>
    <w:rsid w:val="00DF190D"/>
    <w:rsid w:val="00DF4EBD"/>
    <w:rsid w:val="00E016F1"/>
    <w:rsid w:val="00E04330"/>
    <w:rsid w:val="00E060A0"/>
    <w:rsid w:val="00E06F98"/>
    <w:rsid w:val="00E143E7"/>
    <w:rsid w:val="00E15354"/>
    <w:rsid w:val="00E21CE4"/>
    <w:rsid w:val="00E34ACF"/>
    <w:rsid w:val="00E4128B"/>
    <w:rsid w:val="00E46793"/>
    <w:rsid w:val="00E54E01"/>
    <w:rsid w:val="00E57B39"/>
    <w:rsid w:val="00E57C47"/>
    <w:rsid w:val="00E6309D"/>
    <w:rsid w:val="00E631CD"/>
    <w:rsid w:val="00E63D00"/>
    <w:rsid w:val="00E6547D"/>
    <w:rsid w:val="00E65A18"/>
    <w:rsid w:val="00E66A70"/>
    <w:rsid w:val="00E67AA2"/>
    <w:rsid w:val="00E83A07"/>
    <w:rsid w:val="00E91194"/>
    <w:rsid w:val="00E91269"/>
    <w:rsid w:val="00E9163E"/>
    <w:rsid w:val="00E92242"/>
    <w:rsid w:val="00E9254F"/>
    <w:rsid w:val="00E97E8C"/>
    <w:rsid w:val="00EA5487"/>
    <w:rsid w:val="00EA7E82"/>
    <w:rsid w:val="00EA7F45"/>
    <w:rsid w:val="00EB6284"/>
    <w:rsid w:val="00EB6965"/>
    <w:rsid w:val="00EB6B47"/>
    <w:rsid w:val="00EC3F7B"/>
    <w:rsid w:val="00EC3F8D"/>
    <w:rsid w:val="00EC631D"/>
    <w:rsid w:val="00ED0983"/>
    <w:rsid w:val="00ED2A1B"/>
    <w:rsid w:val="00EE61DD"/>
    <w:rsid w:val="00EF029F"/>
    <w:rsid w:val="00EF17C3"/>
    <w:rsid w:val="00EF7022"/>
    <w:rsid w:val="00EF71F3"/>
    <w:rsid w:val="00EF764B"/>
    <w:rsid w:val="00F05D22"/>
    <w:rsid w:val="00F10B31"/>
    <w:rsid w:val="00F10BC8"/>
    <w:rsid w:val="00F12017"/>
    <w:rsid w:val="00F15750"/>
    <w:rsid w:val="00F1747B"/>
    <w:rsid w:val="00F306A3"/>
    <w:rsid w:val="00F30C55"/>
    <w:rsid w:val="00F33E35"/>
    <w:rsid w:val="00F33E6F"/>
    <w:rsid w:val="00F47C64"/>
    <w:rsid w:val="00F50E4A"/>
    <w:rsid w:val="00F522B7"/>
    <w:rsid w:val="00F523FE"/>
    <w:rsid w:val="00F53948"/>
    <w:rsid w:val="00F80B19"/>
    <w:rsid w:val="00F86DE5"/>
    <w:rsid w:val="00F924C8"/>
    <w:rsid w:val="00FA4EE9"/>
    <w:rsid w:val="00FA681D"/>
    <w:rsid w:val="00FB4768"/>
    <w:rsid w:val="00FC0451"/>
    <w:rsid w:val="00FD445A"/>
    <w:rsid w:val="00FE0EC3"/>
    <w:rsid w:val="00FE3C61"/>
    <w:rsid w:val="00FF2BF7"/>
    <w:rsid w:val="00FF2FF2"/>
    <w:rsid w:val="00FF6659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03"/>
  </w:style>
  <w:style w:type="paragraph" w:styleId="Heading1">
    <w:name w:val="heading 1"/>
    <w:basedOn w:val="Normal"/>
    <w:next w:val="Normal"/>
    <w:qFormat/>
    <w:rsid w:val="00D9600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345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A6303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A345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C5E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C5ED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C5EDB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5C5ED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A836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1 Char,Char1"/>
    <w:basedOn w:val="Normal"/>
    <w:link w:val="HeaderChar"/>
    <w:rsid w:val="00085DA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85DA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6022E"/>
    <w:rPr>
      <w:color w:val="0000FF"/>
      <w:u w:val="single"/>
    </w:rPr>
  </w:style>
  <w:style w:type="paragraph" w:styleId="BodyText">
    <w:name w:val="Body Text"/>
    <w:basedOn w:val="Normal"/>
    <w:rsid w:val="002F21EC"/>
    <w:pPr>
      <w:jc w:val="both"/>
    </w:pPr>
    <w:rPr>
      <w:snapToGrid w:val="0"/>
      <w:color w:val="000000"/>
    </w:rPr>
  </w:style>
  <w:style w:type="paragraph" w:customStyle="1" w:styleId="Bullet1">
    <w:name w:val="Bullet 1"/>
    <w:rsid w:val="002F21EC"/>
    <w:pPr>
      <w:spacing w:before="56" w:after="56"/>
      <w:ind w:left="567"/>
    </w:pPr>
    <w:rPr>
      <w:b/>
      <w:snapToGrid w:val="0"/>
      <w:color w:val="0000FF"/>
      <w:sz w:val="24"/>
    </w:rPr>
  </w:style>
  <w:style w:type="paragraph" w:styleId="Title">
    <w:name w:val="Title"/>
    <w:basedOn w:val="Normal"/>
    <w:qFormat/>
    <w:rsid w:val="002F21EC"/>
    <w:pPr>
      <w:keepNext/>
      <w:keepLines/>
      <w:jc w:val="center"/>
    </w:pPr>
    <w:rPr>
      <w:b/>
      <w:snapToGrid w:val="0"/>
      <w:color w:val="FF0000"/>
      <w:sz w:val="28"/>
    </w:rPr>
  </w:style>
  <w:style w:type="paragraph" w:customStyle="1" w:styleId="TableText">
    <w:name w:val="Table Text"/>
    <w:rsid w:val="002F21EC"/>
    <w:pPr>
      <w:jc w:val="both"/>
    </w:pPr>
    <w:rPr>
      <w:snapToGrid w:val="0"/>
      <w:color w:val="000000"/>
      <w:sz w:val="24"/>
    </w:rPr>
  </w:style>
  <w:style w:type="table" w:styleId="TableGrid">
    <w:name w:val="Table Grid"/>
    <w:basedOn w:val="TableNormal"/>
    <w:rsid w:val="002F2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34505"/>
    <w:pPr>
      <w:spacing w:after="120" w:line="480" w:lineRule="auto"/>
    </w:pPr>
  </w:style>
  <w:style w:type="paragraph" w:styleId="BodyTextIndent">
    <w:name w:val="Body Text Indent"/>
    <w:basedOn w:val="Normal"/>
    <w:rsid w:val="00A34505"/>
    <w:pPr>
      <w:spacing w:after="120"/>
      <w:ind w:left="360"/>
    </w:pPr>
    <w:rPr>
      <w:lang w:val="en-GB" w:eastAsia="ro-RO"/>
    </w:rPr>
  </w:style>
  <w:style w:type="paragraph" w:styleId="Subtitle">
    <w:name w:val="Subtitle"/>
    <w:basedOn w:val="Normal"/>
    <w:qFormat/>
    <w:rsid w:val="00A34505"/>
    <w:pPr>
      <w:jc w:val="center"/>
    </w:pPr>
    <w:rPr>
      <w:b/>
      <w:i/>
      <w:lang w:val="en-GB" w:eastAsia="ro-RO"/>
    </w:rPr>
  </w:style>
  <w:style w:type="paragraph" w:styleId="BodyText3">
    <w:name w:val="Body Text 3"/>
    <w:basedOn w:val="Normal"/>
    <w:rsid w:val="00A34505"/>
    <w:pPr>
      <w:spacing w:after="120"/>
    </w:pPr>
    <w:rPr>
      <w:sz w:val="16"/>
      <w:szCs w:val="16"/>
      <w:lang w:val="en-GB" w:eastAsia="ro-RO"/>
    </w:rPr>
  </w:style>
  <w:style w:type="paragraph" w:styleId="BodyTextIndent2">
    <w:name w:val="Body Text Indent 2"/>
    <w:basedOn w:val="Normal"/>
    <w:rsid w:val="00185302"/>
    <w:pPr>
      <w:spacing w:after="120" w:line="480" w:lineRule="auto"/>
      <w:ind w:left="360"/>
    </w:pPr>
  </w:style>
  <w:style w:type="character" w:styleId="PageNumber">
    <w:name w:val="page number"/>
    <w:basedOn w:val="DefaultParagraphFont"/>
    <w:rsid w:val="00AD4D73"/>
  </w:style>
  <w:style w:type="paragraph" w:styleId="BodyTextIndent3">
    <w:name w:val="Body Text Indent 3"/>
    <w:basedOn w:val="Normal"/>
    <w:rsid w:val="002054D7"/>
    <w:pPr>
      <w:spacing w:after="120"/>
      <w:ind w:left="360"/>
    </w:pPr>
    <w:rPr>
      <w:sz w:val="16"/>
      <w:szCs w:val="16"/>
    </w:rPr>
  </w:style>
  <w:style w:type="paragraph" w:customStyle="1" w:styleId="OIC1TitleCover">
    <w:name w:val="OIC1 Title Cover"/>
    <w:basedOn w:val="Normal"/>
    <w:rsid w:val="00A83625"/>
    <w:pPr>
      <w:keepNext/>
      <w:keepLines/>
      <w:overflowPunct w:val="0"/>
      <w:autoSpaceDE w:val="0"/>
      <w:autoSpaceDN w:val="0"/>
      <w:adjustRightInd w:val="0"/>
      <w:spacing w:before="240" w:line="720" w:lineRule="exact"/>
      <w:ind w:left="2880"/>
      <w:textAlignment w:val="baseline"/>
    </w:pPr>
    <w:rPr>
      <w:rFonts w:ascii="Arial Black" w:hAnsi="Arial Black"/>
      <w:color w:val="000080"/>
      <w:kern w:val="28"/>
      <w:sz w:val="72"/>
    </w:rPr>
  </w:style>
  <w:style w:type="paragraph" w:customStyle="1" w:styleId="CharCharCharCharCharChar">
    <w:name w:val="Char Char Char Char Char Char"/>
    <w:basedOn w:val="Normal"/>
    <w:rsid w:val="00AE1340"/>
    <w:pPr>
      <w:spacing w:after="160" w:line="240" w:lineRule="exact"/>
    </w:pPr>
    <w:rPr>
      <w:rFonts w:ascii="Verdana" w:hAnsi="Verdana"/>
    </w:rPr>
  </w:style>
  <w:style w:type="character" w:customStyle="1" w:styleId="HeaderChar">
    <w:name w:val="Header Char"/>
    <w:aliases w:val=" Char1 Char Char,Char1 Char"/>
    <w:basedOn w:val="DefaultParagraphFont"/>
    <w:link w:val="Header"/>
    <w:rsid w:val="00AE1340"/>
    <w:rPr>
      <w:lang w:val="en-US" w:eastAsia="en-US" w:bidi="ar-S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092414"/>
    <w:pPr>
      <w:spacing w:after="160" w:line="240" w:lineRule="exact"/>
    </w:pPr>
    <w:rPr>
      <w:rFonts w:ascii="Verdana" w:hAnsi="Verdan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F6659"/>
    <w:pPr>
      <w:spacing w:after="160" w:line="240" w:lineRule="exact"/>
    </w:pPr>
    <w:rPr>
      <w:rFonts w:ascii="Verdana" w:hAnsi="Verdana"/>
    </w:rPr>
  </w:style>
  <w:style w:type="paragraph" w:customStyle="1" w:styleId="CharCharCharChar">
    <w:name w:val="Char Char Char Char"/>
    <w:basedOn w:val="Normal"/>
    <w:rsid w:val="007F00E9"/>
    <w:pPr>
      <w:spacing w:after="160" w:line="240" w:lineRule="exact"/>
    </w:pPr>
    <w:rPr>
      <w:rFonts w:ascii="Verdana" w:hAnsi="Verdana"/>
    </w:rPr>
  </w:style>
  <w:style w:type="character" w:customStyle="1" w:styleId="Char1CharChar1">
    <w:name w:val="Char1 Char Char1"/>
    <w:basedOn w:val="DefaultParagraphFont"/>
    <w:rsid w:val="007F00E9"/>
    <w:rPr>
      <w:lang w:val="en-US" w:eastAsia="en-US" w:bidi="ar-SA"/>
    </w:rPr>
  </w:style>
  <w:style w:type="paragraph" w:customStyle="1" w:styleId="TextBoldCharChar1Char">
    <w:name w:val="TextBold Char Char1 Char"/>
    <w:basedOn w:val="Normal"/>
    <w:link w:val="TextBoldCharChar1CharChar"/>
    <w:rsid w:val="00384E4B"/>
    <w:pPr>
      <w:keepNext/>
      <w:spacing w:before="80" w:after="160"/>
      <w:ind w:left="1304"/>
      <w:outlineLvl w:val="1"/>
    </w:pPr>
    <w:rPr>
      <w:rFonts w:ascii="Arial" w:hAnsi="Arial"/>
      <w:b/>
      <w:i/>
      <w:color w:val="000080"/>
      <w:sz w:val="22"/>
      <w:szCs w:val="22"/>
    </w:rPr>
  </w:style>
  <w:style w:type="character" w:customStyle="1" w:styleId="TextBoldCharChar1CharChar">
    <w:name w:val="TextBold Char Char1 Char Char"/>
    <w:basedOn w:val="DefaultParagraphFont"/>
    <w:link w:val="TextBoldCharChar1Char"/>
    <w:rsid w:val="00384E4B"/>
    <w:rPr>
      <w:rFonts w:ascii="Arial" w:hAnsi="Arial"/>
      <w:b/>
      <w:i/>
      <w:color w:val="000080"/>
      <w:sz w:val="22"/>
      <w:szCs w:val="22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9963A7"/>
    <w:rPr>
      <w:rFonts w:eastAsia="PMingLiU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1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1F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57242E"/>
  </w:style>
  <w:style w:type="paragraph" w:customStyle="1" w:styleId="Char">
    <w:name w:val="Char"/>
    <w:basedOn w:val="Normal"/>
    <w:rsid w:val="006A2B49"/>
    <w:pPr>
      <w:spacing w:after="160" w:line="240" w:lineRule="exact"/>
    </w:pPr>
    <w:rPr>
      <w:rFonts w:ascii="Verdana" w:hAnsi="Verdana"/>
    </w:rPr>
  </w:style>
  <w:style w:type="character" w:customStyle="1" w:styleId="Heading6Char">
    <w:name w:val="Heading 6 Char"/>
    <w:basedOn w:val="DefaultParagraphFont"/>
    <w:link w:val="Heading6"/>
    <w:rsid w:val="00506982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zi\antet%20global%20proiect\ante%20tA4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6D150-4153-420C-A4DF-4E09169D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 tA4</Template>
  <TotalTime>2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CSV MEDIA ADVERTISING</Company>
  <LinksUpToDate>false</LinksUpToDate>
  <CharactersWithSpaces>98</CharactersWithSpaces>
  <SharedDoc>false</SharedDoc>
  <HLinks>
    <vt:vector size="12" baseType="variant">
      <vt:variant>
        <vt:i4>1245237</vt:i4>
      </vt:variant>
      <vt:variant>
        <vt:i4>3</vt:i4>
      </vt:variant>
      <vt:variant>
        <vt:i4>0</vt:i4>
      </vt:variant>
      <vt:variant>
        <vt:i4>5</vt:i4>
      </vt:variant>
      <vt:variant>
        <vt:lpwstr>mailto:office@globalproiect.ro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http://www.globalproiect.ro/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Mihai</cp:lastModifiedBy>
  <cp:revision>3</cp:revision>
  <cp:lastPrinted>2013-01-28T09:47:00Z</cp:lastPrinted>
  <dcterms:created xsi:type="dcterms:W3CDTF">2013-01-28T09:33:00Z</dcterms:created>
  <dcterms:modified xsi:type="dcterms:W3CDTF">2013-01-28T09:49:00Z</dcterms:modified>
</cp:coreProperties>
</file>